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BC6B94A-7437-4622-BE0E-94331E63C665}"/>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